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Course:  </w:t>
      </w:r>
      <w:r w:rsidR="009579B6">
        <w:rPr>
          <w:rFonts w:ascii="Times New Roman" w:hAnsi="Times New Roman"/>
          <w:b/>
          <w:sz w:val="20"/>
          <w:szCs w:val="20"/>
        </w:rPr>
        <w:t>7</w:t>
      </w:r>
      <w:r w:rsidR="009579B6" w:rsidRPr="009579B6">
        <w:rPr>
          <w:rFonts w:ascii="Times New Roman" w:hAnsi="Times New Roman"/>
          <w:b/>
          <w:sz w:val="20"/>
          <w:szCs w:val="20"/>
          <w:vertAlign w:val="superscript"/>
        </w:rPr>
        <w:t>th</w:t>
      </w:r>
      <w:r w:rsidR="009579B6">
        <w:rPr>
          <w:rFonts w:ascii="Times New Roman" w:hAnsi="Times New Roman"/>
          <w:b/>
          <w:sz w:val="20"/>
          <w:szCs w:val="20"/>
        </w:rPr>
        <w:t xml:space="preserve"> Grade Math</w:t>
      </w:r>
      <w:r w:rsidR="005A000B">
        <w:rPr>
          <w:rFonts w:ascii="Times New Roman" w:hAnsi="Times New Roman"/>
          <w:b/>
          <w:sz w:val="20"/>
          <w:szCs w:val="20"/>
        </w:rPr>
        <w:t xml:space="preserve">   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 xml:space="preserve">: </w:t>
      </w:r>
      <w:r w:rsidR="009579B6">
        <w:rPr>
          <w:rFonts w:ascii="Times New Roman" w:hAnsi="Times New Roman"/>
          <w:b/>
          <w:sz w:val="20"/>
          <w:szCs w:val="20"/>
        </w:rPr>
        <w:t>7.EE.3</w:t>
      </w:r>
      <w:r w:rsidR="005A000B">
        <w:rPr>
          <w:rFonts w:ascii="Times New Roman" w:hAnsi="Times New Roman"/>
          <w:b/>
          <w:sz w:val="20"/>
          <w:szCs w:val="20"/>
        </w:rPr>
        <w:t xml:space="preserve">            </w:t>
      </w:r>
      <w:r w:rsidR="00EC515B" w:rsidRPr="005841A6">
        <w:rPr>
          <w:rFonts w:ascii="Times New Roman" w:hAnsi="Times New Roman"/>
          <w:b/>
          <w:sz w:val="20"/>
          <w:szCs w:val="20"/>
        </w:rPr>
        <w:t>Day</w:t>
      </w:r>
      <w:r w:rsidR="00EC515B">
        <w:rPr>
          <w:rFonts w:ascii="Times New Roman" w:hAnsi="Times New Roman"/>
          <w:b/>
          <w:sz w:val="20"/>
          <w:szCs w:val="20"/>
        </w:rPr>
        <w:t xml:space="preserve">:  </w:t>
      </w:r>
      <w:r w:rsidR="00E5744E">
        <w:rPr>
          <w:rFonts w:ascii="Times New Roman" w:hAnsi="Times New Roman"/>
          <w:b/>
          <w:sz w:val="20"/>
          <w:szCs w:val="20"/>
        </w:rPr>
        <w:t>23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 xml:space="preserve">Unit # and Title: </w:t>
      </w:r>
      <w:r w:rsidR="005A000B">
        <w:rPr>
          <w:rFonts w:ascii="Times New Roman" w:hAnsi="Times New Roman"/>
          <w:b/>
          <w:sz w:val="20"/>
          <w:szCs w:val="20"/>
        </w:rPr>
        <w:t xml:space="preserve"> </w:t>
      </w:r>
      <w:r w:rsidR="009579B6">
        <w:rPr>
          <w:rFonts w:ascii="Times New Roman" w:hAnsi="Times New Roman"/>
          <w:b/>
          <w:sz w:val="20"/>
          <w:szCs w:val="20"/>
        </w:rPr>
        <w:t>Unit 1 – Rational Number Operations</w:t>
      </w:r>
      <w:r w:rsidR="005A000B">
        <w:rPr>
          <w:rFonts w:ascii="Times New Roman" w:hAnsi="Times New Roman"/>
          <w:b/>
          <w:sz w:val="20"/>
          <w:szCs w:val="20"/>
        </w:rPr>
        <w:t xml:space="preserve">  </w:t>
      </w:r>
      <w:r w:rsidRPr="005841A6">
        <w:rPr>
          <w:rFonts w:ascii="Times New Roman" w:hAnsi="Times New Roman"/>
          <w:b/>
          <w:sz w:val="20"/>
          <w:szCs w:val="20"/>
        </w:rPr>
        <w:t xml:space="preserve">  Block(s)/Period(s): 1  2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 w:firstRow="1" w:lastRow="0" w:firstColumn="1" w:lastColumn="0" w:noHBand="0" w:noVBand="1"/>
      </w:tblPr>
      <w:tblGrid>
        <w:gridCol w:w="2205"/>
        <w:gridCol w:w="3199"/>
        <w:gridCol w:w="1752"/>
        <w:gridCol w:w="5045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9579B6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How do I solve multi-step real life and mathematical problems posed with positive and negative rational numbers in any form?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73EB6" w:rsidRDefault="00A73EB6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1B05FD" w:rsidRDefault="001B05FD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F400C4">
              <w:rPr>
                <w:rFonts w:asciiTheme="minorHAnsi" w:hAnsiTheme="minorHAnsi" w:cstheme="minorHAnsi"/>
                <w:bCs/>
                <w:sz w:val="24"/>
                <w:szCs w:val="24"/>
              </w:rPr>
              <w:t>I can evaluate numerical expressions using the order of operations.</w:t>
            </w:r>
          </w:p>
          <w:p w:rsidR="001B05FD" w:rsidRDefault="001B05FD" w:rsidP="00C936BC">
            <w:pPr>
              <w:spacing w:after="0" w:line="240" w:lineRule="auto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:rsidR="005841A6" w:rsidRPr="005841A6" w:rsidRDefault="005841A6" w:rsidP="00D206F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Default="0068111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Expression (written and numerical)</w:t>
            </w:r>
          </w:p>
          <w:p w:rsidR="00681117" w:rsidRDefault="0068111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Order of Operations</w:t>
            </w:r>
            <w:r w:rsidR="00550587">
              <w:rPr>
                <w:rFonts w:ascii="Times New Roman" w:hAnsi="Times New Roman"/>
                <w:b/>
                <w:sz w:val="20"/>
                <w:szCs w:val="20"/>
              </w:rPr>
              <w:t xml:space="preserve"> - PEMDAS</w:t>
            </w:r>
          </w:p>
          <w:p w:rsidR="00524CC5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Exponent</w:t>
            </w:r>
          </w:p>
          <w:p w:rsidR="00524CC5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Parenthesis</w:t>
            </w:r>
          </w:p>
          <w:p w:rsidR="00524CC5" w:rsidRPr="005841A6" w:rsidRDefault="00524CC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Grouping</w:t>
            </w:r>
          </w:p>
          <w:p w:rsidR="009803FB" w:rsidRPr="005841A6" w:rsidRDefault="009803FB" w:rsidP="001371C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A3342" w:rsidRDefault="000A3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textbook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0A3342" w:rsidRPr="005841A6" w:rsidRDefault="000A334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McDougal website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1-1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25" w:rsidRDefault="00FD7B25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textbook</w:t>
            </w:r>
            <w:r w:rsidR="00C47088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C47088" w:rsidRPr="005841A6" w:rsidRDefault="00C47088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McDougal website Lesson 1-1</w:t>
            </w: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BF7AD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BF7AD6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2.  Reason abstractly and quantitatively.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0E0F1F22" wp14:editId="752A02B0">
                  <wp:extent cx="95250" cy="79375"/>
                  <wp:effectExtent l="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BF7AD6" w:rsidP="00BF7AD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BF7AD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t>x</w: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5.  Use appropriate tools strategically.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67B601A3" wp14:editId="4C69B30A">
                  <wp:extent cx="95250" cy="79375"/>
                  <wp:effectExtent l="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 wp14:anchorId="0E0664E5" wp14:editId="26596C00">
                  <wp:extent cx="95250" cy="79375"/>
                  <wp:effectExtent l="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9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9579B6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F91086D" wp14:editId="09FD21E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" filled="f" strokecolor="windowText" strokeweight=".25pt">
                      <v:path arrowok="t"/>
                    </v:rect>
                  </w:pict>
                </mc:Fallback>
              </mc:AlternateConten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371CF" w:rsidRDefault="001371CF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 Lesson 2-6 Problem of the Day (Slide 3)</w:t>
            </w:r>
          </w:p>
          <w:p w:rsidR="00073803" w:rsidRDefault="0007380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73803" w:rsidRPr="00CA09A3" w:rsidRDefault="00073803" w:rsidP="000738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Martin recorded how much a bean plant grew each week. The first week the plant grew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4/7 of an inch, 7/8</w:t>
            </w: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 o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f an inch the second week, and 7/9</w:t>
            </w:r>
            <w:r w:rsidRPr="00073803">
              <w:rPr>
                <w:rFonts w:ascii="Times New Roman" w:hAnsi="Times New Roman"/>
                <w:b/>
                <w:sz w:val="20"/>
                <w:szCs w:val="20"/>
              </w:rPr>
              <w:t xml:space="preserve"> of an inch the third week. During which week did the plant grow the least? </w:t>
            </w:r>
            <w:r w:rsidR="00CA09A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Answer:  </w:t>
            </w:r>
            <w:r w:rsidR="00F40926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Answer:  </w:t>
            </w:r>
            <w:r w:rsidR="00CA09A3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Week 1</w:t>
            </w:r>
          </w:p>
          <w:p w:rsidR="009803FB" w:rsidRPr="005841A6" w:rsidRDefault="009803FB" w:rsidP="0007380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A09A3" w:rsidRDefault="00CA09A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Me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Introduce PEMDAS (Parenthesis, Exponent, Multiply, Divide, Add, Subtract)</w:t>
            </w:r>
          </w:p>
          <w:p w:rsidR="003D2823" w:rsidRDefault="003D28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 examples 1A – 1C (Sli</w:t>
            </w:r>
            <w:r w:rsidR="00CA09A3">
              <w:rPr>
                <w:rFonts w:ascii="Times New Roman" w:hAnsi="Times New Roman"/>
                <w:b/>
                <w:sz w:val="20"/>
                <w:szCs w:val="20"/>
              </w:rPr>
              <w:t xml:space="preserve">des 8-10) </w:t>
            </w:r>
            <w:r w:rsidR="00A010DE">
              <w:rPr>
                <w:rFonts w:ascii="Times New Roman" w:hAnsi="Times New Roman"/>
                <w:b/>
                <w:sz w:val="20"/>
                <w:szCs w:val="20"/>
              </w:rPr>
              <w:t xml:space="preserve"> on Holt McDougal website (Lesson 1-1)</w:t>
            </w:r>
          </w:p>
          <w:p w:rsidR="00CA09A3" w:rsidRDefault="00CA09A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A09A3" w:rsidRDefault="00CA09A3" w:rsidP="00CA09A3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1A:  </w:t>
            </w:r>
            <w:r w:rsidRPr="00CA09A3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  <w:r>
              <w:rPr>
                <w:b/>
                <w:bCs/>
                <w:sz w:val="20"/>
                <w:szCs w:val="20"/>
              </w:rPr>
              <w:t xml:space="preserve">    3 + 15 </w:t>
            </w:r>
            <w:r>
              <w:rPr>
                <w:rFonts w:cs="Calibri"/>
                <w:b/>
                <w:bCs/>
                <w:sz w:val="20"/>
                <w:szCs w:val="20"/>
              </w:rPr>
              <w:t>÷</w:t>
            </w:r>
            <w:r>
              <w:rPr>
                <w:b/>
                <w:bCs/>
                <w:sz w:val="20"/>
                <w:szCs w:val="20"/>
              </w:rPr>
              <w:t xml:space="preserve"> 5</w:t>
            </w:r>
          </w:p>
          <w:p w:rsidR="00B21E81" w:rsidRDefault="00CA09A3" w:rsidP="00B21E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Example 1B:  </w:t>
            </w:r>
            <w:r w:rsidR="00B21E81" w:rsidRPr="00B21E81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B21E81" w:rsidRPr="00B21E81" w:rsidRDefault="00B21E81" w:rsidP="00B21E81">
            <w:pPr>
              <w:rPr>
                <w:b/>
                <w:bCs/>
                <w:sz w:val="20"/>
                <w:szCs w:val="20"/>
              </w:rPr>
            </w:pPr>
            <w:r w:rsidRPr="00B21E81">
              <w:rPr>
                <w:b/>
                <w:bCs/>
                <w:sz w:val="20"/>
                <w:szCs w:val="20"/>
              </w:rPr>
              <w:t xml:space="preserve">44 </w:t>
            </w:r>
            <w:r w:rsidRPr="00B21E81">
              <w:rPr>
                <w:b/>
                <w:sz w:val="20"/>
                <w:szCs w:val="20"/>
              </w:rPr>
              <w:t>–</w:t>
            </w:r>
            <w:r w:rsidRPr="00B21E81">
              <w:rPr>
                <w:b/>
                <w:bCs/>
                <w:sz w:val="20"/>
                <w:szCs w:val="20"/>
              </w:rPr>
              <w:t xml:space="preserve"> 14 ÷ 2 · 4 + 6</w:t>
            </w:r>
          </w:p>
          <w:p w:rsidR="00B21E81" w:rsidRPr="00B21E81" w:rsidRDefault="00B21E81" w:rsidP="00B21E8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Example 1C:  </w:t>
            </w:r>
            <w:r w:rsidRPr="00B21E81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B21E81" w:rsidRPr="00B21E81" w:rsidRDefault="00B21E81" w:rsidP="00B21E81">
            <w:pPr>
              <w:rPr>
                <w:b/>
                <w:sz w:val="20"/>
                <w:szCs w:val="20"/>
              </w:rPr>
            </w:pPr>
            <w:r w:rsidRPr="00B21E81">
              <w:rPr>
                <w:b/>
                <w:bCs/>
                <w:sz w:val="20"/>
                <w:szCs w:val="20"/>
              </w:rPr>
              <w:t>3 + 2</w:t>
            </w:r>
            <w:r w:rsidRPr="00B21E81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B21E81">
              <w:rPr>
                <w:b/>
                <w:bCs/>
                <w:sz w:val="20"/>
                <w:szCs w:val="20"/>
              </w:rPr>
              <w:t xml:space="preserve"> · 5</w:t>
            </w:r>
          </w:p>
          <w:p w:rsidR="00CA09A3" w:rsidRPr="00CA09A3" w:rsidRDefault="00CA09A3" w:rsidP="00CA09A3">
            <w:pPr>
              <w:rPr>
                <w:b/>
                <w:sz w:val="20"/>
                <w:szCs w:val="20"/>
              </w:rPr>
            </w:pPr>
          </w:p>
          <w:p w:rsidR="005133D1" w:rsidRDefault="003D282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We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Students will complete the Check It Out! Examples (Slides 11-13)</w:t>
            </w:r>
            <w:r w:rsidR="005133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010DE">
              <w:rPr>
                <w:rFonts w:ascii="Times New Roman" w:hAnsi="Times New Roman"/>
                <w:b/>
                <w:sz w:val="20"/>
                <w:szCs w:val="20"/>
              </w:rPr>
              <w:t xml:space="preserve"> on Holt McDougal website (Lesson 1-1)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Example 1A:  </w:t>
            </w: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>2 + 24 ÷ 6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010DE" w:rsidRPr="00A010DE" w:rsidRDefault="00A010DE" w:rsidP="00A010DE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1B:  </w:t>
            </w:r>
            <w:r w:rsidRPr="00A010DE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A010DE" w:rsidRPr="00A010DE" w:rsidRDefault="00A010DE" w:rsidP="00A010D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28 </w:t>
            </w:r>
            <w:r w:rsidRPr="00A010DE">
              <w:rPr>
                <w:rFonts w:ascii="Times New Roman" w:hAnsi="Times New Roman"/>
                <w:b/>
                <w:sz w:val="20"/>
                <w:szCs w:val="20"/>
              </w:rPr>
              <w:t>–</w:t>
            </w:r>
            <w:r w:rsidRPr="00A010D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21 ÷ 3 · 4 + 5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C5F72" w:rsidRPr="00CC5F72" w:rsidRDefault="00CC5F72" w:rsidP="00CC5F72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Example 1C:  </w:t>
            </w:r>
            <w:r w:rsidRPr="00CC5F72">
              <w:rPr>
                <w:b/>
                <w:bCs/>
                <w:sz w:val="20"/>
                <w:szCs w:val="20"/>
              </w:rPr>
              <w:t>Simplify the expression. Use the order of operations to justify your answer.</w:t>
            </w:r>
          </w:p>
          <w:p w:rsidR="00CC5F72" w:rsidRPr="00CC5F72" w:rsidRDefault="00CC5F72" w:rsidP="00CC5F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bCs/>
                <w:sz w:val="20"/>
                <w:szCs w:val="20"/>
              </w:rPr>
              <w:t>2 + 3</w:t>
            </w:r>
            <w:r w:rsidRPr="00CC5F72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</w:rPr>
              <w:t>2</w:t>
            </w:r>
            <w:r w:rsidRPr="00CC5F7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· 4</w:t>
            </w:r>
          </w:p>
          <w:p w:rsidR="00A010DE" w:rsidRDefault="00A010D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5F72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Few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 </w:t>
            </w:r>
            <w:r w:rsidR="00642F80">
              <w:rPr>
                <w:rFonts w:ascii="Times New Roman" w:hAnsi="Times New Roman"/>
                <w:b/>
                <w:sz w:val="20"/>
                <w:szCs w:val="20"/>
              </w:rPr>
              <w:t xml:space="preserve">Students will work in pairs and complete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Holt</w:t>
            </w:r>
            <w:r w:rsidR="00642F80">
              <w:rPr>
                <w:rFonts w:ascii="Times New Roman" w:hAnsi="Times New Roman"/>
                <w:b/>
                <w:sz w:val="20"/>
                <w:szCs w:val="20"/>
              </w:rPr>
              <w:t xml:space="preserve"> McDougal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Lesson 1-1 Reading Strategies Activity</w:t>
            </w:r>
          </w:p>
          <w:p w:rsidR="00642F80" w:rsidRDefault="00642F80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C4A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2" w:history="1">
              <w:r w:rsidRPr="00A93C4A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reading_strategies.doc</w:t>
              </w:r>
            </w:hyperlink>
          </w:p>
          <w:p w:rsidR="00A93C4A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-BoldMT" w:hAnsi="Arial-BoldMT" w:cs="Arial-BoldMT"/>
                <w:b/>
                <w:bCs/>
              </w:rPr>
            </w:pPr>
            <w:r>
              <w:rPr>
                <w:rFonts w:ascii="Arial-BoldMT" w:hAnsi="Arial-BoldMT" w:cs="Arial-BoldMT"/>
                <w:b/>
                <w:bCs/>
              </w:rPr>
              <w:t>Reading Strategies</w:t>
            </w:r>
            <w:r>
              <w:rPr>
                <w:rFonts w:ascii="Arial-BoldMT" w:hAnsi="Arial-BoldMT" w:cs="Arial-BoldMT"/>
                <w:b/>
                <w:bCs/>
              </w:rPr>
              <w:t xml:space="preserve"> Answer Key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1. divide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multiply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subtract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add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2. 7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MT" w:hAnsi="SymbolMT" w:cs="Symbo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3. parentheses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multiply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add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exponents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subtract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4. 15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SymbolMT" w:hAnsi="SymbolMT" w:cs="Symbo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5. parentheses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divide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 xml:space="preserve">add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</w:p>
          <w:p w:rsidR="00EC515B" w:rsidRDefault="00EC515B" w:rsidP="00EC515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4"/>
                <w:szCs w:val="24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 xml:space="preserve">exponent </w:t>
            </w:r>
            <w:r>
              <w:rPr>
                <w:rFonts w:ascii="Arial" w:hAnsi="Arial" w:cs="Arial"/>
                <w:sz w:val="24"/>
                <w:szCs w:val="24"/>
              </w:rPr>
              <w:t>􀁯</w:t>
            </w:r>
            <w:r>
              <w:rPr>
                <w:rFonts w:ascii="SymbolMT" w:hAnsi="SymbolMT" w:cs="SymbolMT"/>
                <w:sz w:val="24"/>
                <w:szCs w:val="24"/>
              </w:rPr>
              <w:t xml:space="preserve"> </w:t>
            </w:r>
            <w:r>
              <w:rPr>
                <w:rFonts w:ascii="ArialMT" w:hAnsi="ArialMT" w:cs="ArialMT"/>
                <w:sz w:val="24"/>
                <w:szCs w:val="24"/>
              </w:rPr>
              <w:t>subtract</w:t>
            </w:r>
          </w:p>
          <w:p w:rsidR="00EC515B" w:rsidRDefault="00EC515B" w:rsidP="00EC515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MT" w:hAnsi="ArialMT" w:cs="ArialMT"/>
                <w:sz w:val="24"/>
                <w:szCs w:val="24"/>
              </w:rPr>
              <w:t>6. 45</w:t>
            </w:r>
          </w:p>
          <w:p w:rsidR="00642F80" w:rsidRPr="0014442A" w:rsidRDefault="00642F80" w:rsidP="00642F80">
            <w:pPr>
              <w:pStyle w:val="95a-LessonTitleA"/>
              <w:rPr>
                <w:kern w:val="2"/>
              </w:rPr>
            </w:pPr>
            <w:r w:rsidRPr="00953088">
              <w:t>Algebraic Reasoning</w: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0" distR="0" simplePos="0" relativeHeight="251659776" behindDoc="0" locked="1" layoutInCell="1" allowOverlap="0">
                      <wp:simplePos x="0" y="0"/>
                      <wp:positionH relativeFrom="margin">
                        <wp:posOffset>25400</wp:posOffset>
                      </wp:positionH>
                      <wp:positionV relativeFrom="paragraph">
                        <wp:posOffset>82550</wp:posOffset>
                      </wp:positionV>
                      <wp:extent cx="431800" cy="342900"/>
                      <wp:effectExtent l="0" t="0" r="0" b="63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2F80" w:rsidRPr="00CB3A36" w:rsidRDefault="00642F80" w:rsidP="00642F80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7" o:spid="_x0000_s1026" type="#_x0000_t202" style="position:absolute;left:0;text-align:left;margin-left:2pt;margin-top:6.5pt;width:34pt;height:27pt;z-index:25165977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" o:allowoverlap="f" stroked="f">
                      <v:textbox inset="0,0,0,0">
                        <w:txbxContent>
                          <w:p w:rsidR="00642F80" w:rsidRPr="00CB3A36" w:rsidRDefault="00642F80" w:rsidP="00642F80"/>
                        </w:txbxContent>
                      </v:textbox>
                      <w10:wrap anchorx="margin"/>
                      <w10:anchorlock/>
                    </v:shape>
                  </w:pict>
                </mc:Fallback>
              </mc:AlternateContent>
            </w:r>
          </w:p>
          <w:p w:rsidR="00642F80" w:rsidRPr="0014442A" w:rsidRDefault="00642F80" w:rsidP="00642F80">
            <w:pPr>
              <w:pStyle w:val="Style95b-LessonTitleB"/>
            </w:pPr>
            <w:r w:rsidRPr="0014442A">
              <w:t>Reading Strategies</w:t>
            </w:r>
            <w:r>
              <w:t>:</w:t>
            </w:r>
            <w:r w:rsidRPr="0014442A">
              <w:t xml:space="preserve"> Use a Flowchart</w:t>
            </w:r>
          </w:p>
          <w:p w:rsidR="00642F80" w:rsidRPr="00A57073" w:rsidRDefault="00642F80" w:rsidP="00642F80">
            <w:pPr>
              <w:pStyle w:val="20-MT"/>
            </w:pPr>
            <w:r w:rsidRPr="00A57073">
              <w:t xml:space="preserve">When you read a book, you read from left to right. When you evaluate an expression, you cannot always work from left to right. You must follow a special rule called the </w:t>
            </w:r>
            <w:r w:rsidRPr="00A57073">
              <w:rPr>
                <w:rStyle w:val="01-Bold"/>
              </w:rPr>
              <w:t>order of operations</w:t>
            </w:r>
            <w:r w:rsidRPr="00A57073">
              <w:t>. Use the flowchart below to help you follow the order of operations.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spacing w:before="2000"/>
              <w:ind w:right="2000"/>
              <w:rPr>
                <w:kern w:val="2"/>
              </w:rPr>
            </w:pP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4537710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6985" t="59690" r="18415" b="54610"/>
                      <wp:wrapNone/>
                      <wp:docPr id="16" name="Straight Connector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6" o:spid="_x0000_s1026" style="position:absolute;rotation:-9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3pt,43.35pt" to="357.3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4664710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6985" t="12065" r="8890" b="6985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Pr="00A57073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 xml:space="preserve">Add or subtract from left </w:t>
                                  </w:r>
                                  <w:r w:rsidRPr="00A57073">
                                    <w:br/>
                                    <w:t>to right.</w:t>
                                  </w:r>
                                </w:p>
                              </w:txbxContent>
                            </wps:txbx>
                            <wps:bodyPr rot="0" vert="horz" wrap="square" lIns="91440" tIns="1524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7" type="#_x0000_t202" style="position:absolute;margin-left:367.3pt;margin-top:15.35pt;width:100pt;height:6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">
                      <v:textbox inset=",12pt">
                        <w:txbxContent>
                          <w:p w:rsidR="00642F80" w:rsidRPr="00A57073" w:rsidRDefault="00642F80" w:rsidP="00642F80">
                            <w:pPr>
                              <w:jc w:val="center"/>
                            </w:pPr>
                            <w:r w:rsidRPr="00A57073">
                              <w:t xml:space="preserve">Add or subtract from left </w:t>
                            </w:r>
                            <w:r w:rsidRPr="00A57073">
                              <w:br/>
                              <w:t>to right.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8890" t="59690" r="16510" b="54610"/>
                      <wp:wrapNone/>
                      <wp:docPr id="14" name="Straight Connector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4" o:spid="_x0000_s1026" style="position:absolute;rotation:-9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2pt,43.35pt" to="235.2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550545</wp:posOffset>
                      </wp:positionV>
                      <wp:extent cx="0" cy="203200"/>
                      <wp:effectExtent l="10795" t="59690" r="14605" b="54610"/>
                      <wp:wrapNone/>
                      <wp:docPr id="13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rotation:-90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35pt,43.35pt" to="112.35pt,5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" strokeweight=".5pt">
                      <v:stroke endarrow="block"/>
                    </v:lin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3335" t="12065" r="12065" b="6985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>Perform operations within grouping symbols.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margin-left:1.05pt;margin-top:15.35pt;width:100pt;height:6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">
                      <v:textbox>
                        <w:txbxContent>
                          <w:p w:rsidR="00642F80" w:rsidRDefault="00642F80" w:rsidP="00642F80">
                            <w:pPr>
                              <w:jc w:val="center"/>
                            </w:pPr>
                            <w:r w:rsidRPr="00A57073">
                              <w:t>Perform operations within grouping symbols.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3126105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1430" t="12065" r="13970" b="698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Pr="00A57073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 xml:space="preserve">Multiply or </w:t>
                                  </w:r>
                                  <w:r w:rsidRPr="00A57073">
                                    <w:br/>
                                    <w:t xml:space="preserve">divide from </w:t>
                                  </w:r>
                                  <w:r w:rsidRPr="00A57073">
                                    <w:br/>
                                    <w:t>left to right.</w:t>
                                  </w:r>
                                </w:p>
                              </w:txbxContent>
                            </wps:txbx>
                            <wps:bodyPr rot="0" vert="horz" wrap="square" lIns="91440" tIns="1524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29" type="#_x0000_t202" style="position:absolute;margin-left:246.15pt;margin-top:15.35pt;width:100pt;height:6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">
                      <v:textbox inset=",12pt">
                        <w:txbxContent>
                          <w:p w:rsidR="00642F80" w:rsidRPr="00A57073" w:rsidRDefault="00642F80" w:rsidP="00642F80">
                            <w:pPr>
                              <w:jc w:val="center"/>
                            </w:pPr>
                            <w:r w:rsidRPr="00A57073">
                              <w:t xml:space="preserve">Multiply or </w:t>
                            </w:r>
                            <w:r w:rsidRPr="00A57073">
                              <w:br/>
                              <w:t xml:space="preserve">divide from </w:t>
                            </w:r>
                            <w:r w:rsidRPr="00A57073">
                              <w:br/>
                              <w:t>left to right.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1565275</wp:posOffset>
                      </wp:positionH>
                      <wp:positionV relativeFrom="paragraph">
                        <wp:posOffset>194945</wp:posOffset>
                      </wp:positionV>
                      <wp:extent cx="1270000" cy="800100"/>
                      <wp:effectExtent l="12700" t="12065" r="12700" b="698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800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42F80" w:rsidRDefault="00642F80" w:rsidP="00642F80">
                                  <w:pPr>
                                    <w:jc w:val="center"/>
                                  </w:pPr>
                                  <w:r w:rsidRPr="00A57073">
                                    <w:t>Evaluate exponents.</w:t>
                                  </w:r>
                                </w:p>
                              </w:txbxContent>
                            </wps:txbx>
                            <wps:bodyPr rot="0" vert="horz" wrap="square" lIns="91440" tIns="22860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0" type="#_x0000_t202" style="position:absolute;margin-left:123.25pt;margin-top:15.35pt;width:100pt;height:6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">
                      <v:textbox inset=",18pt">
                        <w:txbxContent>
                          <w:p w:rsidR="00642F80" w:rsidRDefault="00642F80" w:rsidP="00642F80">
                            <w:pPr>
                              <w:jc w:val="center"/>
                            </w:pPr>
                            <w:r w:rsidRPr="00A57073">
                              <w:t>Evaluate exponents.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1308735</wp:posOffset>
                      </wp:positionH>
                      <wp:positionV relativeFrom="paragraph">
                        <wp:posOffset>1452245</wp:posOffset>
                      </wp:positionV>
                      <wp:extent cx="190500" cy="190500"/>
                      <wp:effectExtent l="51435" t="12065" r="5715" b="5461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05pt,114.35pt" to="118.05pt,1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b/>
                <w:kern w:val="2"/>
              </w:rPr>
              <w:t>Example</w:t>
            </w:r>
            <w:r w:rsidRPr="0014442A">
              <w:rPr>
                <w:kern w:val="2"/>
              </w:rPr>
              <w:tab/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b/>
                <w:kern w:val="2"/>
              </w:rPr>
              <w:t xml:space="preserve">(4 • 5)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</w:rPr>
              <w:tab/>
              <w:t>parentheses first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1585595</wp:posOffset>
                      </wp:positionH>
                      <wp:positionV relativeFrom="paragraph">
                        <wp:posOffset>173355</wp:posOffset>
                      </wp:positionV>
                      <wp:extent cx="0" cy="203200"/>
                      <wp:effectExtent l="61595" t="10795" r="52705" b="14605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85pt,13.65pt" to="124.8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kern w:val="2"/>
              </w:rPr>
              <w:tab/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b/>
                <w:kern w:val="2"/>
              </w:rPr>
              <w:t xml:space="preserve">20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  <w:vertAlign w:val="superscript"/>
              </w:rPr>
              <w:tab/>
            </w:r>
            <w:r w:rsidRPr="0014442A">
              <w:rPr>
                <w:kern w:val="2"/>
              </w:rPr>
              <w:t>Evaluate power next.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b/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169545</wp:posOffset>
                      </wp:positionV>
                      <wp:extent cx="190500" cy="190500"/>
                      <wp:effectExtent l="49530" t="6350" r="7620" b="508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9050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9pt,13.35pt" to="114.9pt,2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b/>
                <w:kern w:val="2"/>
              </w:rPr>
              <w:tab/>
            </w:r>
            <w:r w:rsidRPr="0014442A">
              <w:rPr>
                <w:kern w:val="2"/>
              </w:rPr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b/>
                <w:kern w:val="2"/>
              </w:rPr>
              <w:t xml:space="preserve"> 20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b/>
                <w:kern w:val="2"/>
              </w:rPr>
              <w:t xml:space="preserve"> 4</w:t>
            </w:r>
            <w:r w:rsidRPr="0014442A">
              <w:rPr>
                <w:b/>
                <w:kern w:val="2"/>
              </w:rPr>
              <w:tab/>
            </w:r>
            <w:r w:rsidRPr="0014442A">
              <w:rPr>
                <w:kern w:val="2"/>
              </w:rPr>
              <w:t>Multiply and divide (left to right).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>
              <w:rPr>
                <w:noProof/>
                <w:kern w:val="2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1113155</wp:posOffset>
                      </wp:positionH>
                      <wp:positionV relativeFrom="paragraph">
                        <wp:posOffset>163830</wp:posOffset>
                      </wp:positionV>
                      <wp:extent cx="0" cy="203200"/>
                      <wp:effectExtent l="55880" t="8890" r="58420" b="1651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320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65pt,12.9pt" to="87.6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" strokeweight=".5pt">
                      <v:stroke endarrow="block"/>
                    </v:line>
                  </w:pict>
                </mc:Fallback>
              </mc:AlternateContent>
            </w:r>
            <w:r w:rsidRPr="0014442A">
              <w:rPr>
                <w:kern w:val="2"/>
              </w:rPr>
              <w:tab/>
            </w:r>
            <w:r w:rsidRPr="0014442A">
              <w:rPr>
                <w:b/>
                <w:kern w:val="2"/>
              </w:rPr>
              <w:t xml:space="preserve">25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b/>
                <w:kern w:val="2"/>
              </w:rPr>
              <w:t xml:space="preserve"> 5</w:t>
            </w:r>
            <w:r w:rsidRPr="0014442A">
              <w:rPr>
                <w:kern w:val="2"/>
              </w:rPr>
              <w:tab/>
              <w:t>Add and subtract (left to right).</w:t>
            </w: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b/>
                <w:kern w:val="2"/>
              </w:rPr>
            </w:pPr>
          </w:p>
          <w:p w:rsidR="00642F80" w:rsidRPr="0014442A" w:rsidRDefault="00642F80" w:rsidP="00642F80">
            <w:pPr>
              <w:pStyle w:val="20-MT"/>
              <w:tabs>
                <w:tab w:val="left" w:pos="1360"/>
                <w:tab w:val="left" w:pos="3840"/>
              </w:tabs>
              <w:rPr>
                <w:kern w:val="2"/>
              </w:rPr>
            </w:pPr>
            <w:r w:rsidRPr="0014442A">
              <w:rPr>
                <w:kern w:val="2"/>
              </w:rPr>
              <w:tab/>
              <w:t xml:space="preserve">    </w:t>
            </w:r>
            <w:r w:rsidRPr="0014442A">
              <w:rPr>
                <w:b/>
                <w:kern w:val="2"/>
              </w:rPr>
              <w:t>20</w:t>
            </w:r>
          </w:p>
          <w:p w:rsidR="00642F80" w:rsidRPr="0014442A" w:rsidRDefault="00642F80" w:rsidP="00642F80">
            <w:pPr>
              <w:pStyle w:val="40-Direction"/>
              <w:rPr>
                <w:kern w:val="2"/>
              </w:rPr>
            </w:pPr>
            <w:r w:rsidRPr="0014442A">
              <w:rPr>
                <w:kern w:val="2"/>
              </w:rPr>
              <w:lastRenderedPageBreak/>
              <w:t>Answer each question.</w:t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1.</w:t>
            </w:r>
            <w:r w:rsidRPr="0014442A">
              <w:rPr>
                <w:kern w:val="2"/>
              </w:rPr>
              <w:tab/>
              <w:t xml:space="preserve">In what order will you perform the operations in the following expression: 30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18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 • 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4? 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rPr>
                <w:kern w:val="2"/>
              </w:rPr>
            </w:pPr>
          </w:p>
          <w:p w:rsidR="00642F80" w:rsidRPr="0014442A" w:rsidRDefault="00642F80" w:rsidP="00642F80">
            <w:pPr>
              <w:pStyle w:val="52-QuestionwAnno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2.</w:t>
            </w:r>
            <w:r w:rsidRPr="0014442A">
              <w:rPr>
                <w:kern w:val="2"/>
              </w:rPr>
              <w:tab/>
              <w:t xml:space="preserve">Simplify this expression: 30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18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2 • 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4. </w:t>
            </w: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3.</w:t>
            </w:r>
            <w:r w:rsidRPr="0014442A">
              <w:rPr>
                <w:kern w:val="2"/>
              </w:rPr>
              <w:tab/>
              <w:t>Make a flow chart for the order of operations in this expression: 3</w:t>
            </w:r>
            <w:r w:rsidRPr="0014442A">
              <w:rPr>
                <w:kern w:val="2"/>
                <w:vertAlign w:val="superscript"/>
              </w:rPr>
              <w:t>3</w:t>
            </w:r>
            <w:r w:rsidRPr="0014442A">
              <w:rPr>
                <w:kern w:val="2"/>
              </w:rPr>
              <w:t xml:space="preserve">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(2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5 • 2).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rPr>
                <w:kern w:val="2"/>
              </w:rPr>
            </w:pPr>
          </w:p>
          <w:p w:rsidR="00642F80" w:rsidRPr="0014442A" w:rsidRDefault="00642F80" w:rsidP="00642F80">
            <w:pPr>
              <w:pStyle w:val="52-QuestionwAnno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4.</w:t>
            </w:r>
            <w:r w:rsidRPr="0014442A">
              <w:rPr>
                <w:kern w:val="2"/>
              </w:rPr>
              <w:tab/>
              <w:t>Simplify this expression: 3</w:t>
            </w:r>
            <w:r w:rsidRPr="0014442A">
              <w:rPr>
                <w:kern w:val="2"/>
                <w:vertAlign w:val="superscript"/>
              </w:rPr>
              <w:t>3</w:t>
            </w:r>
            <w:r w:rsidRPr="0014442A">
              <w:rPr>
                <w:kern w:val="2"/>
              </w:rPr>
              <w:t xml:space="preserve"> – (2 + 5 • 2). </w:t>
            </w: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50-Question1column"/>
              <w:rPr>
                <w:kern w:val="2"/>
              </w:rPr>
            </w:pPr>
            <w:r w:rsidRPr="0014442A">
              <w:rPr>
                <w:kern w:val="2"/>
              </w:rPr>
              <w:tab/>
            </w:r>
            <w:r w:rsidRPr="00C663D0">
              <w:t>5.</w:t>
            </w:r>
            <w:r w:rsidRPr="0014442A">
              <w:rPr>
                <w:kern w:val="2"/>
              </w:rPr>
              <w:tab/>
              <w:t>Make a flow chart for the order of operations in this expression: (3 + 12 ÷ 3)</w:t>
            </w:r>
            <w:r w:rsidRPr="0014442A">
              <w:rPr>
                <w:kern w:val="2"/>
                <w:vertAlign w:val="superscript"/>
              </w:rPr>
              <w:t>2</w:t>
            </w:r>
            <w:r w:rsidRPr="0014442A">
              <w:rPr>
                <w:kern w:val="2"/>
              </w:rPr>
              <w:t xml:space="preserve"> – 4.</w:t>
            </w:r>
          </w:p>
          <w:p w:rsidR="00642F80" w:rsidRDefault="00642F80" w:rsidP="00642F80">
            <w:pPr>
              <w:pStyle w:val="30-Anno-WOR"/>
              <w:rPr>
                <w:kern w:val="2"/>
              </w:rPr>
            </w:pPr>
            <w:r w:rsidRPr="0014442A">
              <w:rPr>
                <w:kern w:val="2"/>
              </w:rPr>
              <w:tab/>
            </w:r>
          </w:p>
          <w:p w:rsidR="00642F80" w:rsidRPr="0014442A" w:rsidRDefault="00642F80" w:rsidP="00642F80">
            <w:pPr>
              <w:pStyle w:val="30-Anno-WOR"/>
              <w:spacing w:line="420" w:lineRule="atLeast"/>
              <w:rPr>
                <w:kern w:val="2"/>
              </w:rPr>
            </w:pPr>
          </w:p>
          <w:p w:rsidR="00642F80" w:rsidRPr="00A57073" w:rsidRDefault="00642F80" w:rsidP="00642F80">
            <w:pPr>
              <w:pStyle w:val="52-QuestionwAnno"/>
              <w:spacing w:before="160"/>
            </w:pPr>
            <w:r w:rsidRPr="0014442A">
              <w:rPr>
                <w:kern w:val="2"/>
              </w:rPr>
              <w:tab/>
            </w:r>
            <w:r w:rsidRPr="00C663D0">
              <w:t>6.</w:t>
            </w:r>
            <w:r w:rsidRPr="0014442A">
              <w:rPr>
                <w:kern w:val="2"/>
              </w:rPr>
              <w:tab/>
              <w:t xml:space="preserve">Simplify this expression: (3 </w:t>
            </w:r>
            <w:r w:rsidRPr="0014442A">
              <w:rPr>
                <w:rFonts w:ascii="Symbol" w:hAnsi="Symbol"/>
                <w:kern w:val="2"/>
              </w:rPr>
              <w:t></w:t>
            </w:r>
            <w:r w:rsidRPr="0014442A">
              <w:rPr>
                <w:kern w:val="2"/>
              </w:rPr>
              <w:t xml:space="preserve"> 12 </w:t>
            </w:r>
            <w:r w:rsidRPr="0014442A">
              <w:rPr>
                <w:rFonts w:ascii="Symbol" w:hAnsi="Symbol"/>
                <w:kern w:val="2"/>
              </w:rPr>
              <w:t></w:t>
            </w:r>
            <w:r w:rsidRPr="0014442A">
              <w:rPr>
                <w:kern w:val="2"/>
              </w:rPr>
              <w:t xml:space="preserve"> 3)</w:t>
            </w:r>
            <w:r w:rsidRPr="0014442A">
              <w:rPr>
                <w:kern w:val="2"/>
                <w:vertAlign w:val="superscript"/>
              </w:rPr>
              <w:t xml:space="preserve">2 </w:t>
            </w:r>
            <w:r w:rsidRPr="0014442A">
              <w:rPr>
                <w:rFonts w:ascii="Symbol" w:hAnsi="Symbol"/>
                <w:kern w:val="2"/>
              </w:rPr>
              <w:t></w:t>
            </w:r>
            <w:r w:rsidRPr="0014442A">
              <w:rPr>
                <w:kern w:val="2"/>
              </w:rPr>
              <w:t xml:space="preserve"> 4. </w:t>
            </w:r>
            <w:r w:rsidRPr="0014442A">
              <w:rPr>
                <w:kern w:val="2"/>
              </w:rPr>
              <w:tab/>
            </w:r>
          </w:p>
          <w:p w:rsidR="00642F80" w:rsidRDefault="00642F80" w:rsidP="00642F8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4442A">
              <w:rPr>
                <w:kern w:val="2"/>
              </w:rPr>
              <w:br w:type="page"/>
            </w: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7CAE" w:rsidRDefault="00207CA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285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You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  Glencoe Teacher Resource Lesson 1-3 page 13 Word Problems</w:t>
            </w:r>
          </w:p>
          <w:p w:rsidR="007D65E1" w:rsidRDefault="007D65E1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4F91" w:rsidRDefault="001013B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3" w:history="1">
              <w:r w:rsidRPr="001013BE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Glencoe 1-3 Word Problems.docx</w:t>
              </w:r>
            </w:hyperlink>
          </w:p>
          <w:p w:rsidR="001013BE" w:rsidRDefault="001013BE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D36D3" w:rsidRDefault="004D36D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4" w:history="1">
              <w:r w:rsidRPr="004D36D3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Glencoe 1-3 Word Problems-Answer Key.docx</w:t>
              </w:r>
            </w:hyperlink>
          </w:p>
          <w:p w:rsidR="004D36D3" w:rsidRDefault="004D36D3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Condensed-Black" w:hAnsi="Helvetica-Condensed-Black" w:cs="Helvetica-Condensed-Black"/>
                <w:b/>
                <w:bCs/>
                <w:color w:val="000000"/>
                <w:sz w:val="40"/>
                <w:szCs w:val="40"/>
              </w:rPr>
            </w:pPr>
            <w:r>
              <w:rPr>
                <w:rFonts w:ascii="Helvetica-Condensed-Black" w:hAnsi="Helvetica-Condensed-Black" w:cs="Helvetica-Condensed-Black"/>
                <w:b/>
                <w:bCs/>
                <w:color w:val="000000"/>
                <w:sz w:val="40"/>
                <w:szCs w:val="40"/>
              </w:rPr>
              <w:t>Practice: Word Problems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-BoldOblique" w:hAnsi="Helvetica-BoldOblique" w:cs="Helvetica-BoldOblique"/>
                <w:b/>
                <w:bCs/>
                <w:i/>
                <w:iCs/>
                <w:color w:val="000000"/>
                <w:sz w:val="32"/>
                <w:szCs w:val="32"/>
              </w:rPr>
            </w:pPr>
            <w:r>
              <w:rPr>
                <w:rFonts w:ascii="Helvetica-BoldOblique" w:hAnsi="Helvetica-BoldOblique" w:cs="Helvetica-BoldOblique"/>
                <w:b/>
                <w:bCs/>
                <w:i/>
                <w:iCs/>
                <w:color w:val="000000"/>
                <w:sz w:val="32"/>
                <w:szCs w:val="32"/>
              </w:rPr>
              <w:t>Order of Operations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18"/>
                <w:szCs w:val="18"/>
              </w:rPr>
            </w:pPr>
            <w:r>
              <w:rPr>
                <w:rFonts w:ascii="Helvetica" w:hAnsi="Helvetica" w:cs="Helvetica"/>
                <w:color w:val="000000"/>
                <w:sz w:val="18"/>
                <w:szCs w:val="18"/>
              </w:rPr>
              <w:t>NAME ________________________________________ DATE ______________ PERIOD _____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Frutiger-Bold" w:hAnsi="Frutiger-Bold" w:cs="Frutiger-Bold"/>
                <w:b/>
                <w:bCs/>
                <w:color w:val="FFFFFF"/>
                <w:sz w:val="28"/>
                <w:szCs w:val="28"/>
              </w:rPr>
            </w:pPr>
            <w:r>
              <w:rPr>
                <w:rFonts w:ascii="Frutiger-Bold" w:hAnsi="Frutiger-Bold" w:cs="Frutiger-Bold"/>
                <w:b/>
                <w:bCs/>
                <w:color w:val="FFFFFF"/>
                <w:sz w:val="28"/>
                <w:szCs w:val="28"/>
              </w:rPr>
              <w:t>Lesson 1–3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1.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FOOTBALL </w:t>
            </w:r>
            <w:r>
              <w:rPr>
                <w:rFonts w:ascii="NewCenturySchlbk-Roman" w:hAnsi="NewCenturySchlbk-Roman" w:cs="NewCenturySchlbk-Roman"/>
                <w:color w:val="000000"/>
              </w:rPr>
              <w:t>The middle school team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scored three field goals worth three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points each and two touchdowns worth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six points each, including extra points.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Write a numerical expression to find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the team’s score.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2.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BOOKS </w:t>
            </w:r>
            <w:r>
              <w:rPr>
                <w:rFonts w:ascii="NewCenturySchlbk-Roman" w:hAnsi="NewCenturySchlbk-Roman" w:cs="NewCenturySchlbk-Roman"/>
                <w:color w:val="000000"/>
              </w:rPr>
              <w:t>Juan goes to the schoolbook fair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where paperback books are $1.50 and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hardback books are $3.00. Juan buys 5</w: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lastRenderedPageBreak/>
              <w:t xml:space="preserve">paperback and 2 hardback books.  </w:t>
            </w:r>
            <w:r w:rsidR="00A93C4A">
              <w:rPr>
                <w:rFonts w:ascii="NewCenturySchlbk-Roman" w:hAnsi="NewCenturySchlbk-Roman" w:cs="NewCenturySchlbk-Roman"/>
                <w:color w:val="000000"/>
              </w:rPr>
              <w:t>Write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a numerical expression to find how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much Juan paid for the books. Then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evaluate the expression.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3.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GEOMETRY </w:t>
            </w:r>
            <w:r>
              <w:rPr>
                <w:rFonts w:ascii="NewCenturySchlbk-Roman" w:hAnsi="NewCenturySchlbk-Roman" w:cs="NewCenturySchlbk-Roman"/>
                <w:color w:val="000000"/>
              </w:rPr>
              <w:t>The perimeter of a hexagon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is found by adding the lengths of all six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sides of the hexagon. For the hexagon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below write a numerical expression to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find the perimeter.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 xml:space="preserve">                        8</w: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476051</wp:posOffset>
                      </wp:positionH>
                      <wp:positionV relativeFrom="paragraph">
                        <wp:posOffset>46895</wp:posOffset>
                      </wp:positionV>
                      <wp:extent cx="839337" cy="723332"/>
                      <wp:effectExtent l="0" t="0" r="18415" b="19685"/>
                      <wp:wrapNone/>
                      <wp:docPr id="20" name="Hexago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9337" cy="723332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20" o:spid="_x0000_s1026" type="#_x0000_t9" style="position:absolute;margin-left:37.5pt;margin-top:3.7pt;width:66.1pt;height:56.9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" adj="4654" fillcolor="#4f81bd [3204]" strokecolor="#243f60 [1604]" strokeweight="2pt"/>
                  </w:pict>
                </mc:Fallback>
              </mc:AlternateContent>
            </w: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5                          5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5                         5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           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                       8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color w:val="000000"/>
                <w:sz w:val="20"/>
                <w:szCs w:val="2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4.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MONEY </w:t>
            </w:r>
            <w:r>
              <w:rPr>
                <w:rFonts w:ascii="NewCenturySchlbk-Roman" w:hAnsi="NewCenturySchlbk-Roman" w:cs="NewCenturySchlbk-Roman"/>
                <w:color w:val="000000"/>
              </w:rPr>
              <w:t>Aisha bought school supplies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consisting of 6 spiral notebooks costing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$0.39 each, 2 packages of pencils at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$0.79 each, and a 3-ring binder for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$1.99. Write an expression to find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total amount Aisha spent on school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supplies. Then evaluate the expression.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5.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REASONING </w:t>
            </w:r>
            <w:r>
              <w:rPr>
                <w:rFonts w:ascii="NewCenturySchlbk-Roman" w:hAnsi="NewCenturySchlbk-Roman" w:cs="NewCenturySchlbk-Roman"/>
                <w:color w:val="000000"/>
              </w:rPr>
              <w:t>Use the order of operations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and the digits 2, 4, 6, and 8 to create an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 with a value of 2.</w:t>
            </w:r>
          </w:p>
          <w:p w:rsidR="004D3DAA" w:rsidRDefault="004D3DA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6.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NUMBER SENSE </w:t>
            </w:r>
            <w:r>
              <w:rPr>
                <w:rFonts w:ascii="NewCenturySchlbk-Roman" w:hAnsi="NewCenturySchlbk-Roman" w:cs="NewCenturySchlbk-Roman"/>
                <w:color w:val="000000"/>
              </w:rPr>
              <w:t>Without parentheses,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 xml:space="preserve">the expression 8 </w:t>
            </w:r>
            <w:r w:rsidR="004D3DAA">
              <w:rPr>
                <w:rFonts w:ascii="MathematicalPi-One" w:hAnsi="MathematicalPi-One" w:cs="MathematicalPi-One"/>
                <w:color w:val="000000"/>
              </w:rPr>
              <w:t>+</w:t>
            </w:r>
            <w:r>
              <w:rPr>
                <w:rFonts w:ascii="MathematicalPi-One" w:hAnsi="MathematicalPi-One" w:cs="MathematicalPi-One"/>
                <w:color w:val="000000"/>
              </w:rPr>
              <w:t xml:space="preserve"> </w:t>
            </w:r>
            <w:r>
              <w:rPr>
                <w:rFonts w:ascii="NewCenturySchlbk-Roman" w:hAnsi="NewCenturySchlbk-Roman" w:cs="NewCenturySchlbk-Roman"/>
                <w:color w:val="000000"/>
              </w:rPr>
              <w:t xml:space="preserve">30 </w:t>
            </w:r>
            <w:r w:rsidR="004D3DAA">
              <w:rPr>
                <w:rFonts w:ascii="MathematicalPi-One" w:hAnsi="MathematicalPi-One" w:cs="MathematicalPi-One"/>
                <w:color w:val="000000"/>
              </w:rPr>
              <w:t xml:space="preserve">÷ </w:t>
            </w:r>
            <w:r w:rsidR="004D3DAA">
              <w:rPr>
                <w:rFonts w:ascii="NewCenturySchlbk-Roman" w:hAnsi="NewCenturySchlbk-Roman" w:cs="NewCenturySchlbk-Roman"/>
                <w:color w:val="000000"/>
              </w:rPr>
              <w:t>2 +</w:t>
            </w:r>
            <w:r>
              <w:rPr>
                <w:rFonts w:ascii="MathematicalPi-One" w:hAnsi="MathematicalPi-One" w:cs="MathematicalPi-One"/>
                <w:color w:val="000000"/>
              </w:rPr>
              <w:t xml:space="preserve"> </w:t>
            </w:r>
            <w:r>
              <w:rPr>
                <w:rFonts w:ascii="NewCenturySchlbk-Roman" w:hAnsi="NewCenturySchlbk-Roman" w:cs="NewCenturySchlbk-Roman"/>
                <w:color w:val="000000"/>
              </w:rPr>
              <w:t>4 equals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27. Place parentheses in the expression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so that it equals 13; then 23.</w:t>
            </w:r>
          </w:p>
          <w:p w:rsidR="009639CD" w:rsidRDefault="009639CD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7.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MONEY </w:t>
            </w:r>
            <w:r>
              <w:rPr>
                <w:rFonts w:ascii="NewCenturySchlbk-Roman" w:hAnsi="NewCenturySchlbk-Roman" w:cs="NewCenturySchlbk-Roman"/>
                <w:color w:val="000000"/>
              </w:rPr>
              <w:t>Tyrone bought 5 postcards at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$0.55 each and a set of postcards for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$1.20. Write an expression to find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total amount Tyrone spent on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postcards. Then evaluate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expression.</w:t>
            </w:r>
          </w:p>
          <w:p w:rsidR="009639CD" w:rsidRDefault="009639CD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Bold" w:hAnsi="NewCenturySchlbk-Bold" w:cs="NewCenturySchlbk-Bold"/>
                <w:b/>
                <w:bCs/>
                <w:color w:val="000000"/>
              </w:rPr>
              <w:t xml:space="preserve">8. </w:t>
            </w:r>
            <w:r>
              <w:rPr>
                <w:rFonts w:ascii="Frutiger-Bold" w:hAnsi="Frutiger-Bold" w:cs="Frutiger-Bold"/>
                <w:b/>
                <w:bCs/>
                <w:color w:val="000000"/>
                <w:sz w:val="20"/>
                <w:szCs w:val="20"/>
              </w:rPr>
              <w:t xml:space="preserve">DINING </w:t>
            </w:r>
            <w:r>
              <w:rPr>
                <w:rFonts w:ascii="NewCenturySchlbk-Roman" w:hAnsi="NewCenturySchlbk-Roman" w:cs="NewCenturySchlbk-Roman"/>
                <w:color w:val="000000"/>
              </w:rPr>
              <w:t>Mr. Firewalks took his family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out to eat. They ordered 3 meals costing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$8.99 each, 2 sodas at $1.50 each, and 1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glass of tea for $1.25. Write an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expression to find the total amount the</w:t>
            </w:r>
          </w:p>
          <w:p w:rsidR="00A93C4A" w:rsidRDefault="00A93C4A" w:rsidP="00A93C4A">
            <w:pPr>
              <w:autoSpaceDE w:val="0"/>
              <w:autoSpaceDN w:val="0"/>
              <w:adjustRightInd w:val="0"/>
              <w:spacing w:after="0" w:line="240" w:lineRule="auto"/>
              <w:rPr>
                <w:rFonts w:ascii="NewCenturySchlbk-Roman" w:hAnsi="NewCenturySchlbk-Roman" w:cs="NewCenturySchlbk-Roman"/>
                <w:color w:val="00000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Firewalks family spent on dinner</w:t>
            </w:r>
          </w:p>
          <w:p w:rsidR="007D65E1" w:rsidRDefault="00A93C4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NewCenturySchlbk-Roman" w:hAnsi="NewCenturySchlbk-Roman" w:cs="NewCenturySchlbk-Roman"/>
                <w:color w:val="000000"/>
              </w:rPr>
              <w:t>before taxes and tip. Then evaluate the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CA09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1040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Holt McDougal </w:t>
            </w:r>
            <w:r w:rsidR="00BE1040">
              <w:rPr>
                <w:rFonts w:ascii="Times New Roman" w:hAnsi="Times New Roman"/>
                <w:b/>
                <w:sz w:val="20"/>
                <w:szCs w:val="20"/>
              </w:rPr>
              <w:t xml:space="preserve">Lesson </w:t>
            </w:r>
            <w:r w:rsidR="00010A83">
              <w:rPr>
                <w:rFonts w:ascii="Times New Roman" w:hAnsi="Times New Roman"/>
                <w:b/>
                <w:sz w:val="20"/>
                <w:szCs w:val="20"/>
              </w:rPr>
              <w:t>1-1 Problem of the Day (Slide 3</w:t>
            </w:r>
            <w:r w:rsidR="00BE1040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A93C4A" w:rsidRDefault="00A93C4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561A9A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Classify each statement as true or false. If the statement is false, insert parentheses to make it true.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A93C4A" w:rsidRDefault="00A93C4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4 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5 + 6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)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= 44</w:t>
            </w:r>
            <w:r w:rsidR="006961CB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="006961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  false</w:t>
            </w:r>
          </w:p>
          <w:p w:rsidR="00561A9A" w:rsidRDefault="00561A9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24 – 4</w:t>
            </w:r>
            <w:r w:rsidR="00E166CC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)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 xml:space="preserve">  </w:t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rFonts w:ascii="Times New Roman" w:hAnsi="Times New Roman"/>
                <w:b/>
                <w:sz w:val="20"/>
                <w:szCs w:val="20"/>
              </w:rPr>
              <w:t>2 = 40</w:t>
            </w:r>
            <w:r w:rsidR="006961CB"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="006961CB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false</w:t>
            </w:r>
          </w:p>
          <w:p w:rsidR="00561A9A" w:rsidRPr="00A93C4A" w:rsidRDefault="00561A9A" w:rsidP="00A93C4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61A9A" w:rsidRPr="006961CB" w:rsidRDefault="00561A9A" w:rsidP="00561A9A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 </w:t>
            </w:r>
            <w:r w:rsidRPr="00561A9A">
              <w:rPr>
                <w:b/>
                <w:sz w:val="20"/>
                <w:szCs w:val="20"/>
              </w:rPr>
              <w:t>25</w:t>
            </w:r>
            <w:r w:rsidRPr="00561A9A">
              <w:rPr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b/>
                <w:sz w:val="20"/>
                <w:szCs w:val="20"/>
              </w:rPr>
              <w:t xml:space="preserve">÷ 5 + 6 </w:t>
            </w:r>
            <w:r w:rsidRPr="00561A9A">
              <w:rPr>
                <w:b/>
                <w:bCs/>
                <w:sz w:val="20"/>
                <w:szCs w:val="20"/>
              </w:rPr>
              <w:sym w:font="Symbol" w:char="F0B4"/>
            </w:r>
            <w:r w:rsidRPr="00561A9A">
              <w:rPr>
                <w:b/>
                <w:bCs/>
                <w:sz w:val="20"/>
                <w:szCs w:val="20"/>
              </w:rPr>
              <w:t xml:space="preserve"> </w:t>
            </w:r>
            <w:r w:rsidRPr="00561A9A">
              <w:rPr>
                <w:b/>
                <w:sz w:val="20"/>
                <w:szCs w:val="20"/>
              </w:rPr>
              <w:t>3 = 23</w:t>
            </w:r>
            <w:r w:rsidR="006961CB">
              <w:rPr>
                <w:b/>
                <w:sz w:val="20"/>
                <w:szCs w:val="20"/>
              </w:rPr>
              <w:t xml:space="preserve">    </w:t>
            </w:r>
            <w:r w:rsidR="006961CB">
              <w:rPr>
                <w:b/>
                <w:color w:val="FF0000"/>
                <w:sz w:val="20"/>
                <w:szCs w:val="20"/>
              </w:rPr>
              <w:t>true</w:t>
            </w:r>
          </w:p>
          <w:p w:rsidR="00215D76" w:rsidRPr="006961CB" w:rsidRDefault="00561A9A" w:rsidP="006961CB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4.  </w:t>
            </w:r>
            <w:r w:rsidRPr="00561A9A">
              <w:rPr>
                <w:b/>
                <w:sz w:val="20"/>
                <w:szCs w:val="20"/>
              </w:rPr>
              <w:t>14 – 2</w:t>
            </w:r>
            <w:r w:rsidRPr="00561A9A">
              <w:rPr>
                <w:b/>
                <w:sz w:val="20"/>
                <w:szCs w:val="20"/>
                <w:vertAlign w:val="superscript"/>
              </w:rPr>
              <w:t xml:space="preserve">2 </w:t>
            </w:r>
            <w:r w:rsidRPr="00561A9A">
              <w:rPr>
                <w:b/>
                <w:sz w:val="20"/>
                <w:szCs w:val="20"/>
              </w:rPr>
              <w:t>÷ 2 = 12</w:t>
            </w:r>
            <w:r w:rsidR="006961CB">
              <w:rPr>
                <w:b/>
                <w:sz w:val="20"/>
                <w:szCs w:val="20"/>
              </w:rPr>
              <w:t xml:space="preserve">    </w:t>
            </w:r>
            <w:r w:rsidR="006961CB">
              <w:rPr>
                <w:b/>
                <w:color w:val="FF0000"/>
                <w:sz w:val="20"/>
                <w:szCs w:val="20"/>
              </w:rPr>
              <w:t>true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Default="003B1C9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Practice Skills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Lesson 1-3</w:t>
            </w:r>
          </w:p>
          <w:p w:rsidR="00DA3B1D" w:rsidRDefault="00DA3B1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B1C92" w:rsidRPr="005841A6" w:rsidRDefault="003B1C92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Holt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McDougal Lesson 1-1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Practice A,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B,</w:t>
            </w:r>
            <w:r w:rsidR="008E3695">
              <w:rPr>
                <w:rFonts w:ascii="Times New Roman" w:hAnsi="Times New Roman"/>
                <w:b/>
                <w:sz w:val="20"/>
                <w:szCs w:val="20"/>
              </w:rPr>
              <w:t xml:space="preserve"> or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Default="006D6C0E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B1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Extending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BF7AD6">
              <w:rPr>
                <w:rFonts w:ascii="Times New Roman" w:hAnsi="Times New Roman"/>
                <w:b/>
                <w:sz w:val="20"/>
                <w:szCs w:val="20"/>
              </w:rPr>
              <w:t xml:space="preserve"> Holt</w:t>
            </w:r>
            <w:r w:rsidR="009E34C3">
              <w:rPr>
                <w:rFonts w:ascii="Times New Roman" w:hAnsi="Times New Roman"/>
                <w:b/>
                <w:sz w:val="20"/>
                <w:szCs w:val="20"/>
              </w:rPr>
              <w:t xml:space="preserve"> McDougal Lesson 1-1 Challenge </w:t>
            </w:r>
          </w:p>
          <w:p w:rsidR="00DA3B1D" w:rsidRDefault="00DA3B1D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hyperlink r:id="rId15" w:history="1">
              <w:r w:rsidRPr="00DA3B1D">
                <w:rPr>
                  <w:rStyle w:val="Hyperlink"/>
                  <w:rFonts w:ascii="Times New Roman" w:hAnsi="Times New Roman"/>
                  <w:b/>
                  <w:sz w:val="20"/>
                  <w:szCs w:val="20"/>
                </w:rPr>
                <w:t>challenge.doc</w:t>
              </w:r>
            </w:hyperlink>
          </w:p>
          <w:p w:rsidR="009E34C3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E34C3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A3B1D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Refining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 Holt McDougal Lesson 1-1 Power Presentation (Slide 24)  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1. Simplify the expression 36 + 63 ÷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9.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A.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11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B.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36</w:t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C.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27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:rsidR="009E34C3" w:rsidRPr="009E34C3" w:rsidRDefault="009E34C3" w:rsidP="009E34C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E34C3">
              <w:rPr>
                <w:rFonts w:ascii="Times New Roman" w:hAnsi="Times New Roman"/>
                <w:b/>
                <w:bCs/>
                <w:sz w:val="20"/>
                <w:szCs w:val="20"/>
              </w:rPr>
              <w:t>D.</w:t>
            </w:r>
            <w:r w:rsidRPr="009E34C3">
              <w:rPr>
                <w:rFonts w:ascii="Times New Roman" w:hAnsi="Times New Roman"/>
                <w:b/>
                <w:sz w:val="20"/>
                <w:szCs w:val="20"/>
              </w:rPr>
              <w:t xml:space="preserve"> 43</w:t>
            </w:r>
          </w:p>
          <w:p w:rsidR="009E34C3" w:rsidRPr="005841A6" w:rsidRDefault="009E34C3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264" w:rsidRDefault="004D7264" w:rsidP="001078CC">
      <w:pPr>
        <w:spacing w:after="0" w:line="240" w:lineRule="auto"/>
      </w:pPr>
      <w:r>
        <w:separator/>
      </w:r>
    </w:p>
  </w:endnote>
  <w:endnote w:type="continuationSeparator" w:id="0">
    <w:p w:rsidR="004D7264" w:rsidRDefault="004D7264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Condensed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-BoldOblique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CenturySchlbk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CenturySchlbk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thematicalPi-On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64" w:rsidRPr="001078CC" w:rsidRDefault="004D7264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Pr="00F92BFC">
      <w:rPr>
        <w:rFonts w:ascii="Times New Roman" w:eastAsia="Times New Roman" w:hAnsi="Times New Roman"/>
        <w:color w:val="000000"/>
      </w:rPr>
      <w:fldChar w:fldCharType="separate"/>
    </w:r>
    <w:r w:rsidR="00EC515B">
      <w:rPr>
        <w:rFonts w:ascii="Times New Roman" w:eastAsia="Times New Roman" w:hAnsi="Times New Roman"/>
        <w:noProof/>
        <w:color w:val="000000"/>
      </w:rPr>
      <w:t>July 26, 2012</w:t>
    </w:r>
    <w:r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264" w:rsidRDefault="004D7264" w:rsidP="001078CC">
      <w:pPr>
        <w:spacing w:after="0" w:line="240" w:lineRule="auto"/>
      </w:pPr>
      <w:r>
        <w:separator/>
      </w:r>
    </w:p>
  </w:footnote>
  <w:footnote w:type="continuationSeparator" w:id="0">
    <w:p w:rsidR="004D7264" w:rsidRDefault="004D7264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7264" w:rsidRDefault="004D7264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3895" cy="230505"/>
          <wp:effectExtent l="0" t="0" r="1905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rFonts w:ascii="Cambria" w:eastAsia="Times New Roman" w:hAnsi="Cambria"/>
        <w:b/>
        <w:sz w:val="32"/>
        <w:szCs w:val="32"/>
      </w:rPr>
      <w:t xml:space="preserve">Math 6-8 </w:t>
    </w:r>
    <w:r w:rsidRPr="007F417F">
      <w:rPr>
        <w:rFonts w:ascii="Cambria" w:eastAsia="Times New Roman" w:hAnsi="Cambria"/>
        <w:b/>
        <w:sz w:val="32"/>
        <w:szCs w:val="32"/>
      </w:rPr>
      <w:t>Lesson Plan</w:t>
    </w:r>
    <w:r>
      <w:rPr>
        <w:rFonts w:ascii="Cambria" w:eastAsia="Times New Roman" w:hAnsi="Cambria"/>
        <w:b/>
        <w:sz w:val="32"/>
        <w:szCs w:val="32"/>
      </w:rPr>
      <w:t xml:space="preserve"> (Aligned to CCSSM)</w:t>
    </w:r>
  </w:p>
  <w:p w:rsidR="004D7264" w:rsidRPr="00F50681" w:rsidRDefault="004D72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44FAE"/>
    <w:multiLevelType w:val="hybridMultilevel"/>
    <w:tmpl w:val="F41C7C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8CC"/>
    <w:rsid w:val="00001DDF"/>
    <w:rsid w:val="00007171"/>
    <w:rsid w:val="00010A83"/>
    <w:rsid w:val="00020953"/>
    <w:rsid w:val="000360B0"/>
    <w:rsid w:val="00061101"/>
    <w:rsid w:val="00073803"/>
    <w:rsid w:val="0008085A"/>
    <w:rsid w:val="000A3342"/>
    <w:rsid w:val="000E79CB"/>
    <w:rsid w:val="001013BE"/>
    <w:rsid w:val="001078CC"/>
    <w:rsid w:val="001371CF"/>
    <w:rsid w:val="0016521A"/>
    <w:rsid w:val="001723DF"/>
    <w:rsid w:val="001B05FD"/>
    <w:rsid w:val="001C0681"/>
    <w:rsid w:val="00204AF8"/>
    <w:rsid w:val="00207CAE"/>
    <w:rsid w:val="00215D76"/>
    <w:rsid w:val="00222A32"/>
    <w:rsid w:val="00240600"/>
    <w:rsid w:val="002819F3"/>
    <w:rsid w:val="002B1A1F"/>
    <w:rsid w:val="002C6A3F"/>
    <w:rsid w:val="00316446"/>
    <w:rsid w:val="00335CFE"/>
    <w:rsid w:val="00345394"/>
    <w:rsid w:val="00352245"/>
    <w:rsid w:val="00356C82"/>
    <w:rsid w:val="00364F64"/>
    <w:rsid w:val="00374968"/>
    <w:rsid w:val="00387784"/>
    <w:rsid w:val="003A6292"/>
    <w:rsid w:val="003B1C92"/>
    <w:rsid w:val="003B366C"/>
    <w:rsid w:val="003D2823"/>
    <w:rsid w:val="00412854"/>
    <w:rsid w:val="00450C87"/>
    <w:rsid w:val="00456A09"/>
    <w:rsid w:val="0046065B"/>
    <w:rsid w:val="004A6F21"/>
    <w:rsid w:val="004D1ABE"/>
    <w:rsid w:val="004D36D3"/>
    <w:rsid w:val="004D3DAA"/>
    <w:rsid w:val="004D7264"/>
    <w:rsid w:val="004F2C15"/>
    <w:rsid w:val="005133D1"/>
    <w:rsid w:val="00524CC5"/>
    <w:rsid w:val="00546831"/>
    <w:rsid w:val="00550587"/>
    <w:rsid w:val="00561A9A"/>
    <w:rsid w:val="005644EB"/>
    <w:rsid w:val="005676A1"/>
    <w:rsid w:val="005841A6"/>
    <w:rsid w:val="005A000B"/>
    <w:rsid w:val="005B316B"/>
    <w:rsid w:val="005C4D20"/>
    <w:rsid w:val="005C7E26"/>
    <w:rsid w:val="005D6341"/>
    <w:rsid w:val="006067FE"/>
    <w:rsid w:val="00640309"/>
    <w:rsid w:val="00642F80"/>
    <w:rsid w:val="00681117"/>
    <w:rsid w:val="006961CB"/>
    <w:rsid w:val="006A4A29"/>
    <w:rsid w:val="006C1350"/>
    <w:rsid w:val="006D6C0E"/>
    <w:rsid w:val="007007E2"/>
    <w:rsid w:val="007129D6"/>
    <w:rsid w:val="00722645"/>
    <w:rsid w:val="00722BCB"/>
    <w:rsid w:val="0073331E"/>
    <w:rsid w:val="00762459"/>
    <w:rsid w:val="007C026A"/>
    <w:rsid w:val="007D65E1"/>
    <w:rsid w:val="007F417F"/>
    <w:rsid w:val="00842A1D"/>
    <w:rsid w:val="00852E85"/>
    <w:rsid w:val="00853829"/>
    <w:rsid w:val="0086272D"/>
    <w:rsid w:val="00881180"/>
    <w:rsid w:val="008A0DEC"/>
    <w:rsid w:val="008A38AC"/>
    <w:rsid w:val="008B2021"/>
    <w:rsid w:val="008B4F91"/>
    <w:rsid w:val="008D37CC"/>
    <w:rsid w:val="008E3695"/>
    <w:rsid w:val="008F6043"/>
    <w:rsid w:val="009225EA"/>
    <w:rsid w:val="009350F9"/>
    <w:rsid w:val="009579B6"/>
    <w:rsid w:val="009639CD"/>
    <w:rsid w:val="0097328B"/>
    <w:rsid w:val="009803FB"/>
    <w:rsid w:val="0098349D"/>
    <w:rsid w:val="00994208"/>
    <w:rsid w:val="009A6559"/>
    <w:rsid w:val="009A770B"/>
    <w:rsid w:val="009E34C3"/>
    <w:rsid w:val="00A010DE"/>
    <w:rsid w:val="00A606C4"/>
    <w:rsid w:val="00A73EB6"/>
    <w:rsid w:val="00A8196F"/>
    <w:rsid w:val="00A93C4A"/>
    <w:rsid w:val="00AB0EBD"/>
    <w:rsid w:val="00AB2AA9"/>
    <w:rsid w:val="00AC5AF8"/>
    <w:rsid w:val="00AE74FD"/>
    <w:rsid w:val="00B02978"/>
    <w:rsid w:val="00B21E81"/>
    <w:rsid w:val="00B67531"/>
    <w:rsid w:val="00BE1040"/>
    <w:rsid w:val="00BF1C58"/>
    <w:rsid w:val="00BF7AD6"/>
    <w:rsid w:val="00C47088"/>
    <w:rsid w:val="00C936BC"/>
    <w:rsid w:val="00C94F2A"/>
    <w:rsid w:val="00CA09A3"/>
    <w:rsid w:val="00CB323F"/>
    <w:rsid w:val="00CB4E0B"/>
    <w:rsid w:val="00CC5F72"/>
    <w:rsid w:val="00CF75F6"/>
    <w:rsid w:val="00D206F0"/>
    <w:rsid w:val="00D5702B"/>
    <w:rsid w:val="00D67175"/>
    <w:rsid w:val="00D972C4"/>
    <w:rsid w:val="00DA3B1D"/>
    <w:rsid w:val="00E166CC"/>
    <w:rsid w:val="00E5744E"/>
    <w:rsid w:val="00E87BB6"/>
    <w:rsid w:val="00EC515B"/>
    <w:rsid w:val="00ED60A1"/>
    <w:rsid w:val="00EE3EC4"/>
    <w:rsid w:val="00EF6086"/>
    <w:rsid w:val="00F02617"/>
    <w:rsid w:val="00F253D0"/>
    <w:rsid w:val="00F35572"/>
    <w:rsid w:val="00F40926"/>
    <w:rsid w:val="00F50681"/>
    <w:rsid w:val="00F64014"/>
    <w:rsid w:val="00F8007D"/>
    <w:rsid w:val="00F92BFC"/>
    <w:rsid w:val="00FB07D5"/>
    <w:rsid w:val="00FD7B25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09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0-MT">
    <w:name w:val="20-MT"/>
    <w:rsid w:val="00642F80"/>
    <w:pPr>
      <w:spacing w:line="290" w:lineRule="atLeast"/>
      <w:ind w:right="2020"/>
    </w:pPr>
    <w:rPr>
      <w:rFonts w:ascii="Arial" w:eastAsia="Times New Roman" w:hAnsi="Arial"/>
      <w:sz w:val="24"/>
    </w:rPr>
  </w:style>
  <w:style w:type="paragraph" w:customStyle="1" w:styleId="50-Question1column">
    <w:name w:val="50-Question (1 column)"/>
    <w:rsid w:val="00642F80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eastAsia="Times New Roman" w:hAnsi="Arial"/>
      <w:sz w:val="24"/>
    </w:rPr>
  </w:style>
  <w:style w:type="paragraph" w:customStyle="1" w:styleId="40-Direction">
    <w:name w:val="40-Direction"/>
    <w:next w:val="Normal"/>
    <w:rsid w:val="00642F80"/>
    <w:pPr>
      <w:keepLines/>
      <w:spacing w:before="300" w:line="290" w:lineRule="atLeast"/>
      <w:ind w:right="2020"/>
    </w:pPr>
    <w:rPr>
      <w:rFonts w:ascii="Arial" w:eastAsia="Times New Roman" w:hAnsi="Arial"/>
      <w:b/>
      <w:sz w:val="24"/>
    </w:rPr>
  </w:style>
  <w:style w:type="paragraph" w:customStyle="1" w:styleId="30-Anno-WOR">
    <w:name w:val="30-Anno-WOR"/>
    <w:rsid w:val="00642F80"/>
    <w:pPr>
      <w:tabs>
        <w:tab w:val="right" w:leader="underscore" w:pos="9360"/>
      </w:tabs>
      <w:spacing w:line="480" w:lineRule="atLeast"/>
      <w:ind w:left="420"/>
    </w:pPr>
    <w:rPr>
      <w:rFonts w:ascii="Arial" w:eastAsia="Times New Roman" w:hAnsi="Arial"/>
      <w:sz w:val="18"/>
    </w:rPr>
  </w:style>
  <w:style w:type="paragraph" w:customStyle="1" w:styleId="52-QuestionwAnno">
    <w:name w:val="52-Question w/Anno"/>
    <w:basedOn w:val="Normal"/>
    <w:rsid w:val="00642F80"/>
    <w:pPr>
      <w:tabs>
        <w:tab w:val="right" w:pos="320"/>
        <w:tab w:val="left" w:pos="420"/>
        <w:tab w:val="left" w:leader="underscore" w:pos="9360"/>
      </w:tabs>
      <w:spacing w:before="200" w:after="0" w:line="290" w:lineRule="atLeast"/>
      <w:ind w:left="420" w:hanging="420"/>
    </w:pPr>
    <w:rPr>
      <w:rFonts w:ascii="Arial" w:eastAsia="Times New Roman" w:hAnsi="Arial"/>
      <w:sz w:val="24"/>
      <w:szCs w:val="20"/>
    </w:rPr>
  </w:style>
  <w:style w:type="character" w:customStyle="1" w:styleId="01-Bold">
    <w:name w:val="01 - Bold"/>
    <w:rsid w:val="00642F80"/>
    <w:rPr>
      <w:b/>
    </w:rPr>
  </w:style>
  <w:style w:type="paragraph" w:customStyle="1" w:styleId="95a-LessonTitleA">
    <w:name w:val="95a - LessonTitle A"/>
    <w:rsid w:val="00642F80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/>
      <w:b/>
      <w:sz w:val="32"/>
    </w:rPr>
  </w:style>
  <w:style w:type="paragraph" w:customStyle="1" w:styleId="Style95b-LessonTitleB">
    <w:name w:val="Style 95b - LessonTitle B +"/>
    <w:basedOn w:val="Normal"/>
    <w:rsid w:val="00642F80"/>
    <w:pPr>
      <w:spacing w:after="120" w:line="260" w:lineRule="atLeast"/>
      <w:ind w:left="960"/>
    </w:pPr>
    <w:rPr>
      <w:rFonts w:ascii="Arial" w:eastAsia="Times New Roman" w:hAnsi="Arial"/>
      <w:b/>
      <w:bCs/>
      <w:iCs/>
      <w:kern w:val="2"/>
      <w:sz w:val="26"/>
      <w:szCs w:val="20"/>
    </w:rPr>
  </w:style>
  <w:style w:type="character" w:styleId="Hyperlink">
    <w:name w:val="Hyperlink"/>
    <w:basedOn w:val="DefaultParagraphFont"/>
    <w:uiPriority w:val="99"/>
    <w:unhideWhenUsed/>
    <w:rsid w:val="00A93C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A09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20-MT">
    <w:name w:val="20-MT"/>
    <w:rsid w:val="00642F80"/>
    <w:pPr>
      <w:spacing w:line="290" w:lineRule="atLeast"/>
      <w:ind w:right="2020"/>
    </w:pPr>
    <w:rPr>
      <w:rFonts w:ascii="Arial" w:eastAsia="Times New Roman" w:hAnsi="Arial"/>
      <w:sz w:val="24"/>
    </w:rPr>
  </w:style>
  <w:style w:type="paragraph" w:customStyle="1" w:styleId="50-Question1column">
    <w:name w:val="50-Question (1 column)"/>
    <w:rsid w:val="00642F80"/>
    <w:pPr>
      <w:tabs>
        <w:tab w:val="right" w:pos="320"/>
        <w:tab w:val="left" w:pos="420"/>
      </w:tabs>
      <w:spacing w:before="80" w:line="290" w:lineRule="atLeast"/>
      <w:ind w:left="420" w:right="2020" w:hanging="420"/>
    </w:pPr>
    <w:rPr>
      <w:rFonts w:ascii="Arial" w:eastAsia="Times New Roman" w:hAnsi="Arial"/>
      <w:sz w:val="24"/>
    </w:rPr>
  </w:style>
  <w:style w:type="paragraph" w:customStyle="1" w:styleId="40-Direction">
    <w:name w:val="40-Direction"/>
    <w:next w:val="Normal"/>
    <w:rsid w:val="00642F80"/>
    <w:pPr>
      <w:keepLines/>
      <w:spacing w:before="300" w:line="290" w:lineRule="atLeast"/>
      <w:ind w:right="2020"/>
    </w:pPr>
    <w:rPr>
      <w:rFonts w:ascii="Arial" w:eastAsia="Times New Roman" w:hAnsi="Arial"/>
      <w:b/>
      <w:sz w:val="24"/>
    </w:rPr>
  </w:style>
  <w:style w:type="paragraph" w:customStyle="1" w:styleId="30-Anno-WOR">
    <w:name w:val="30-Anno-WOR"/>
    <w:rsid w:val="00642F80"/>
    <w:pPr>
      <w:tabs>
        <w:tab w:val="right" w:leader="underscore" w:pos="9360"/>
      </w:tabs>
      <w:spacing w:line="480" w:lineRule="atLeast"/>
      <w:ind w:left="420"/>
    </w:pPr>
    <w:rPr>
      <w:rFonts w:ascii="Arial" w:eastAsia="Times New Roman" w:hAnsi="Arial"/>
      <w:sz w:val="18"/>
    </w:rPr>
  </w:style>
  <w:style w:type="paragraph" w:customStyle="1" w:styleId="52-QuestionwAnno">
    <w:name w:val="52-Question w/Anno"/>
    <w:basedOn w:val="Normal"/>
    <w:rsid w:val="00642F80"/>
    <w:pPr>
      <w:tabs>
        <w:tab w:val="right" w:pos="320"/>
        <w:tab w:val="left" w:pos="420"/>
        <w:tab w:val="left" w:leader="underscore" w:pos="9360"/>
      </w:tabs>
      <w:spacing w:before="200" w:after="0" w:line="290" w:lineRule="atLeast"/>
      <w:ind w:left="420" w:hanging="420"/>
    </w:pPr>
    <w:rPr>
      <w:rFonts w:ascii="Arial" w:eastAsia="Times New Roman" w:hAnsi="Arial"/>
      <w:sz w:val="24"/>
      <w:szCs w:val="20"/>
    </w:rPr>
  </w:style>
  <w:style w:type="character" w:customStyle="1" w:styleId="01-Bold">
    <w:name w:val="01 - Bold"/>
    <w:rsid w:val="00642F80"/>
    <w:rPr>
      <w:b/>
    </w:rPr>
  </w:style>
  <w:style w:type="paragraph" w:customStyle="1" w:styleId="95a-LessonTitleA">
    <w:name w:val="95a - LessonTitle A"/>
    <w:rsid w:val="00642F80"/>
    <w:pPr>
      <w:pBdr>
        <w:bottom w:val="single" w:sz="4" w:space="2" w:color="auto"/>
      </w:pBdr>
      <w:spacing w:after="20" w:line="320" w:lineRule="atLeast"/>
      <w:ind w:left="960"/>
    </w:pPr>
    <w:rPr>
      <w:rFonts w:ascii="Arial" w:eastAsia="Times New Roman" w:hAnsi="Arial"/>
      <w:b/>
      <w:sz w:val="32"/>
    </w:rPr>
  </w:style>
  <w:style w:type="paragraph" w:customStyle="1" w:styleId="Style95b-LessonTitleB">
    <w:name w:val="Style 95b - LessonTitle B +"/>
    <w:basedOn w:val="Normal"/>
    <w:rsid w:val="00642F80"/>
    <w:pPr>
      <w:spacing w:after="120" w:line="260" w:lineRule="atLeast"/>
      <w:ind w:left="960"/>
    </w:pPr>
    <w:rPr>
      <w:rFonts w:ascii="Arial" w:eastAsia="Times New Roman" w:hAnsi="Arial"/>
      <w:b/>
      <w:bCs/>
      <w:iCs/>
      <w:kern w:val="2"/>
      <w:sz w:val="26"/>
      <w:szCs w:val="20"/>
    </w:rPr>
  </w:style>
  <w:style w:type="character" w:styleId="Hyperlink">
    <w:name w:val="Hyperlink"/>
    <w:basedOn w:val="DefaultParagraphFont"/>
    <w:uiPriority w:val="99"/>
    <w:unhideWhenUsed/>
    <w:rsid w:val="00A93C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Glencoe%201-3%20Word%20Problems.doc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reading_strategies.doc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challenge.doc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Glencoe%201-3%20Word%20Problems-Answer%20Key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D088075-CFBC-4674-A49A-49F724520981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16B980E2.dotm</Template>
  <TotalTime>155</TotalTime>
  <Pages>5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313-teacher</cp:lastModifiedBy>
  <cp:revision>27</cp:revision>
  <cp:lastPrinted>2012-05-14T11:53:00Z</cp:lastPrinted>
  <dcterms:created xsi:type="dcterms:W3CDTF">2012-07-26T14:58:00Z</dcterms:created>
  <dcterms:modified xsi:type="dcterms:W3CDTF">2012-07-26T17:35:00Z</dcterms:modified>
</cp:coreProperties>
</file>